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C71C6" w14:textId="04A3F06C" w:rsidR="0018122F" w:rsidRPr="007B3EE4" w:rsidRDefault="00D55137" w:rsidP="00C93A3A">
      <w:pPr>
        <w:pStyle w:val="Annexetitle"/>
        <w:rPr>
          <w:lang w:val="en-GB"/>
        </w:rPr>
      </w:pPr>
      <w:r w:rsidRPr="007B3EE4">
        <w:rPr>
          <w:lang w:val="en-GB"/>
        </w:rPr>
        <w:t>Technical proposal</w:t>
      </w:r>
    </w:p>
    <w:p w14:paraId="5F85B875" w14:textId="77777777" w:rsidR="0018122F" w:rsidRPr="007B3EE4" w:rsidRDefault="0018122F">
      <w:pPr>
        <w:spacing w:after="0"/>
        <w:jc w:val="center"/>
        <w:rPr>
          <w:b/>
          <w:sz w:val="22"/>
          <w:szCs w:val="22"/>
          <w:lang w:val="en-GB"/>
        </w:rPr>
      </w:pPr>
      <w:r w:rsidRPr="007B3EE4">
        <w:rPr>
          <w:b/>
          <w:sz w:val="22"/>
          <w:lang w:val="en-GB"/>
        </w:rPr>
        <w:t>To be completed by the tenderer</w:t>
      </w:r>
    </w:p>
    <w:p w14:paraId="28024057" w14:textId="77777777" w:rsidR="00344337" w:rsidRPr="007B3EE4" w:rsidRDefault="00344337" w:rsidP="00E93650">
      <w:pPr>
        <w:rPr>
          <w:sz w:val="22"/>
          <w:szCs w:val="22"/>
          <w:lang w:val="en-GB"/>
        </w:rPr>
      </w:pPr>
    </w:p>
    <w:p w14:paraId="5061329C" w14:textId="0C6AC091" w:rsidR="00BD266C" w:rsidRPr="007B3EE4" w:rsidRDefault="00BD266C" w:rsidP="00E93650">
      <w:pPr>
        <w:rPr>
          <w:sz w:val="22"/>
          <w:szCs w:val="22"/>
          <w:lang w:val="en-GB"/>
        </w:rPr>
      </w:pPr>
      <w:r w:rsidRPr="007B3EE4">
        <w:rPr>
          <w:sz w:val="22"/>
          <w:szCs w:val="22"/>
          <w:lang w:val="en-GB"/>
        </w:rPr>
        <w:t>Please provide the following information:</w:t>
      </w:r>
    </w:p>
    <w:p w14:paraId="70DCB9D6" w14:textId="77777777" w:rsidR="00BD266C" w:rsidRPr="009772B6" w:rsidRDefault="00BD266C" w:rsidP="00BD266C">
      <w:pPr>
        <w:pStyle w:val="Titre1"/>
        <w:tabs>
          <w:tab w:val="clear" w:pos="906"/>
        </w:tabs>
      </w:pPr>
      <w:r>
        <w:t>Justification</w:t>
      </w:r>
    </w:p>
    <w:p w14:paraId="5ED23E07" w14:textId="77777777" w:rsidR="00BD266C" w:rsidRPr="007B3EE4" w:rsidRDefault="00BD266C" w:rsidP="00BD266C">
      <w:pPr>
        <w:pStyle w:val="Listepuces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>Any comments on the terms of reference that are important for the proper execution of the activities, particularly with regard to the objectives/results (outputs, achievements, impact), demonstrating the degree of understanding of the contract. Opinions on the main issues relating to the achievement of the contract objectives and expected results.</w:t>
      </w:r>
    </w:p>
    <w:p w14:paraId="4810FF3B" w14:textId="0F50748A" w:rsidR="00BD266C" w:rsidRPr="007B3EE4" w:rsidRDefault="00BD266C" w:rsidP="00BD266C">
      <w:pPr>
        <w:pStyle w:val="Listepuces"/>
        <w:tabs>
          <w:tab w:val="clear" w:pos="283"/>
          <w:tab w:val="num" w:pos="851"/>
        </w:tabs>
        <w:ind w:left="851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>Explanation of risks and assumptions affecting the execution of the contract.</w:t>
      </w:r>
    </w:p>
    <w:p w14:paraId="5E7DD909" w14:textId="77777777" w:rsidR="00BD266C" w:rsidRPr="009772B6" w:rsidRDefault="00BD266C" w:rsidP="00BD266C">
      <w:pPr>
        <w:pStyle w:val="Titre1"/>
        <w:tabs>
          <w:tab w:val="clear" w:pos="906"/>
        </w:tabs>
      </w:pPr>
      <w:proofErr w:type="spellStart"/>
      <w:r>
        <w:t>Strategy</w:t>
      </w:r>
      <w:proofErr w:type="spellEnd"/>
    </w:p>
    <w:p w14:paraId="1CFC1EBD" w14:textId="77777777" w:rsidR="00BD266C" w:rsidRPr="007B3EE4" w:rsidRDefault="00BD266C" w:rsidP="00BD266C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>Overview of the proposed approach for implementing the contract</w:t>
      </w:r>
    </w:p>
    <w:p w14:paraId="0F3404CA" w14:textId="05D57758" w:rsidR="00BD266C" w:rsidRPr="007B3EE4" w:rsidRDefault="00BD266C" w:rsidP="00BD266C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 xml:space="preserve">List of proposed </w:t>
      </w:r>
      <w:r w:rsidR="00ED6088" w:rsidRPr="007B3EE4">
        <w:rPr>
          <w:sz w:val="22"/>
          <w:lang w:val="en-GB"/>
        </w:rPr>
        <w:t xml:space="preserve">activities </w:t>
      </w:r>
      <w:r w:rsidRPr="007B3EE4">
        <w:rPr>
          <w:sz w:val="22"/>
          <w:lang w:val="en-GB"/>
        </w:rPr>
        <w:t>considered necessary to achieve the contract objectives</w:t>
      </w:r>
    </w:p>
    <w:p w14:paraId="0CBA3487" w14:textId="35950B68" w:rsidR="00BD266C" w:rsidRPr="00BD266C" w:rsidRDefault="00ED6088" w:rsidP="00BD266C">
      <w:pPr>
        <w:pStyle w:val="Listepuces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proofErr w:type="spellStart"/>
      <w:r>
        <w:rPr>
          <w:sz w:val="22"/>
        </w:rPr>
        <w:t>Expected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deliverables</w:t>
      </w:r>
      <w:proofErr w:type="spellEnd"/>
    </w:p>
    <w:p w14:paraId="717E2F93" w14:textId="3F0AC04A" w:rsidR="00BD266C" w:rsidRDefault="00BD266C" w:rsidP="00BD266C">
      <w:pPr>
        <w:pStyle w:val="Titre1"/>
        <w:tabs>
          <w:tab w:val="clear" w:pos="906"/>
        </w:tabs>
      </w:pPr>
      <w:r>
        <w:t xml:space="preserve">Personnel </w:t>
      </w:r>
      <w:proofErr w:type="spellStart"/>
      <w:r>
        <w:t>mobilised</w:t>
      </w:r>
      <w:proofErr w:type="spellEnd"/>
      <w:r>
        <w:t xml:space="preserve"> and support </w:t>
      </w:r>
      <w:proofErr w:type="spellStart"/>
      <w:r>
        <w:t>resources</w:t>
      </w:r>
      <w:proofErr w:type="spellEnd"/>
      <w:r>
        <w:t xml:space="preserve"> </w:t>
      </w:r>
    </w:p>
    <w:p w14:paraId="14BAE144" w14:textId="39D37273" w:rsidR="00BD266C" w:rsidRPr="007B3EE4" w:rsidRDefault="00BD266C" w:rsidP="00BD266C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szCs w:val="22"/>
          <w:lang w:val="en-GB"/>
        </w:rPr>
        <w:t xml:space="preserve">Personnel mobilised to carry out the service. Attach the CVs of the persons mobilised </w:t>
      </w:r>
      <w:r w:rsidR="516B8DAA" w:rsidRPr="007B3EE4">
        <w:rPr>
          <w:sz w:val="22"/>
          <w:szCs w:val="22"/>
          <w:lang w:val="en-GB"/>
        </w:rPr>
        <w:t xml:space="preserve">in the appendix. </w:t>
      </w:r>
    </w:p>
    <w:p w14:paraId="1A047032" w14:textId="61A935C6" w:rsidR="00BD266C" w:rsidRPr="007B3EE4" w:rsidRDefault="00BD266C" w:rsidP="00BD266C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szCs w:val="22"/>
          <w:lang w:val="en-GB"/>
        </w:rPr>
        <w:t xml:space="preserve">Support resources: resources to support staff in carrying out the service </w:t>
      </w:r>
    </w:p>
    <w:p w14:paraId="2F3ABA9B" w14:textId="075A580C" w:rsidR="00ED6088" w:rsidRPr="007B3EE4" w:rsidRDefault="00BD266C" w:rsidP="00AE543D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 xml:space="preserve">Where applicable, presentation of subcontracting agreements, clearly indicating the tasks entrusted to subcontractors. </w:t>
      </w:r>
    </w:p>
    <w:p w14:paraId="748F965F" w14:textId="53462DC6" w:rsidR="00ED6088" w:rsidRDefault="00ED6088" w:rsidP="00ED6088">
      <w:pPr>
        <w:pStyle w:val="Titre1"/>
        <w:tabs>
          <w:tab w:val="clear" w:pos="906"/>
        </w:tabs>
        <w:ind w:left="567" w:hanging="567"/>
      </w:pPr>
      <w:r>
        <w:t xml:space="preserve">Participation </w:t>
      </w:r>
      <w:r w:rsidR="518982AA">
        <w:t xml:space="preserve">of </w:t>
      </w:r>
      <w:r>
        <w:t xml:space="preserve">consortium </w:t>
      </w:r>
      <w:proofErr w:type="spellStart"/>
      <w:r>
        <w:t>members</w:t>
      </w:r>
      <w:proofErr w:type="spellEnd"/>
      <w:r>
        <w:t xml:space="preserve"> </w:t>
      </w:r>
    </w:p>
    <w:p w14:paraId="7290535A" w14:textId="76E7401A" w:rsidR="00BD266C" w:rsidRPr="007B3EE4" w:rsidRDefault="00ED6088" w:rsidP="00E93650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>If a bid is submitted by a consortium, description of the participation of each consortium member and the distribution of responsibilities among the members</w:t>
      </w:r>
    </w:p>
    <w:p w14:paraId="092151E3" w14:textId="77777777" w:rsidR="0018122F" w:rsidRPr="009772B6" w:rsidRDefault="0018122F" w:rsidP="00C93A3A">
      <w:pPr>
        <w:pStyle w:val="Titre1"/>
        <w:tabs>
          <w:tab w:val="clear" w:pos="906"/>
        </w:tabs>
      </w:pPr>
      <w:r>
        <w:t xml:space="preserve">Activity </w:t>
      </w:r>
      <w:proofErr w:type="spellStart"/>
      <w:r>
        <w:t>schedule</w:t>
      </w:r>
      <w:proofErr w:type="spellEnd"/>
    </w:p>
    <w:p w14:paraId="1C858C05" w14:textId="7B37C756" w:rsidR="0018122F" w:rsidRPr="007B3EE4" w:rsidRDefault="0018122F" w:rsidP="0077498F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>Identification and timing of the main stages of contract performance</w:t>
      </w:r>
    </w:p>
    <w:p w14:paraId="6EEE0092" w14:textId="0A3A67FF" w:rsidR="315B5BA4" w:rsidRPr="003F3FAA" w:rsidRDefault="00633D6E" w:rsidP="00AE543D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 w:rsidRPr="007B3EE4">
        <w:rPr>
          <w:sz w:val="22"/>
          <w:lang w:val="en-GB"/>
        </w:rPr>
        <w:t xml:space="preserve">Identification of </w:t>
      </w:r>
      <w:r w:rsidR="00F44728" w:rsidRPr="007B3EE4">
        <w:rPr>
          <w:sz w:val="22"/>
          <w:lang w:val="en-GB"/>
        </w:rPr>
        <w:t xml:space="preserve">the resources to be mobilised </w:t>
      </w:r>
      <w:r w:rsidRPr="007B3EE4">
        <w:rPr>
          <w:sz w:val="22"/>
          <w:lang w:val="en-GB"/>
        </w:rPr>
        <w:t>for the various activities planned.</w:t>
      </w:r>
    </w:p>
    <w:p w14:paraId="3FD76005" w14:textId="084D81FC" w:rsidR="003F3FAA" w:rsidRPr="007B3EE4" w:rsidRDefault="003F3FAA" w:rsidP="00AE543D">
      <w:pPr>
        <w:pStyle w:val="Listepuces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lang w:val="en-GB"/>
        </w:rPr>
      </w:pPr>
      <w:r>
        <w:rPr>
          <w:sz w:val="22"/>
          <w:lang w:val="en-GB"/>
        </w:rPr>
        <w:t xml:space="preserve">Identification of the events and the visits to the stakeholders. </w:t>
      </w:r>
    </w:p>
    <w:p w14:paraId="55704856" w14:textId="47A4EE9C" w:rsidR="6E9A369F" w:rsidRDefault="6E9A369F" w:rsidP="315B5BA4">
      <w:pPr>
        <w:pStyle w:val="Corpsdetexte"/>
        <w:spacing w:before="60"/>
      </w:pPr>
      <w:proofErr w:type="spellStart"/>
      <w:r w:rsidRPr="5EDE94CF">
        <w:rPr>
          <w:b/>
          <w:bCs/>
          <w:smallCaps/>
          <w:szCs w:val="24"/>
        </w:rPr>
        <w:t>Mandatory</w:t>
      </w:r>
      <w:proofErr w:type="spellEnd"/>
      <w:r w:rsidRPr="5EDE94CF">
        <w:rPr>
          <w:b/>
          <w:bCs/>
          <w:smallCaps/>
          <w:szCs w:val="24"/>
        </w:rPr>
        <w:t xml:space="preserve"> appendices </w:t>
      </w:r>
    </w:p>
    <w:p w14:paraId="1D861A0C" w14:textId="04F0C65D" w:rsidR="009264E2" w:rsidRPr="007B3EE4" w:rsidRDefault="6E9A369F" w:rsidP="00E51539">
      <w:pPr>
        <w:pStyle w:val="Corpsdetexte"/>
        <w:numPr>
          <w:ilvl w:val="0"/>
          <w:numId w:val="2"/>
        </w:numPr>
        <w:spacing w:before="60"/>
        <w:rPr>
          <w:sz w:val="22"/>
          <w:szCs w:val="22"/>
          <w:lang w:val="en-GB"/>
        </w:rPr>
      </w:pPr>
      <w:r w:rsidRPr="007B3EE4">
        <w:rPr>
          <w:sz w:val="22"/>
          <w:szCs w:val="22"/>
          <w:lang w:val="en-GB"/>
        </w:rPr>
        <w:t xml:space="preserve">CVs </w:t>
      </w:r>
      <w:r w:rsidR="00CB6D26" w:rsidRPr="007B3EE4">
        <w:rPr>
          <w:sz w:val="22"/>
          <w:szCs w:val="22"/>
          <w:lang w:val="en-GB"/>
        </w:rPr>
        <w:t xml:space="preserve">of </w:t>
      </w:r>
      <w:r w:rsidRPr="007B3EE4">
        <w:rPr>
          <w:sz w:val="22"/>
          <w:szCs w:val="22"/>
          <w:lang w:val="en-GB"/>
        </w:rPr>
        <w:t>the expert(s) mobilised</w:t>
      </w:r>
    </w:p>
    <w:sectPr w:rsidR="009264E2" w:rsidRPr="007B3EE4" w:rsidSect="00ED608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993" w:right="993" w:bottom="851" w:left="709" w:header="720" w:footer="587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BBD3E" w14:textId="77777777" w:rsidR="006B5AEC" w:rsidRDefault="006B5AEC">
      <w:r>
        <w:separator/>
      </w:r>
    </w:p>
  </w:endnote>
  <w:endnote w:type="continuationSeparator" w:id="0">
    <w:p w14:paraId="230DB7EE" w14:textId="77777777" w:rsidR="006B5AEC" w:rsidRDefault="006B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32A21" w14:textId="719121C9" w:rsidR="007A3788" w:rsidRPr="00C93A3A" w:rsidRDefault="001726DE" w:rsidP="007A3788">
    <w:pPr>
      <w:pStyle w:val="Pieddepage"/>
      <w:tabs>
        <w:tab w:val="right" w:pos="15026"/>
      </w:tabs>
      <w:spacing w:before="12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</w:rPr>
      <w:t>2025</w:t>
    </w:r>
    <w:r w:rsidR="007A3788">
      <w:rPr>
        <w:rFonts w:ascii="Times New Roman" w:hAnsi="Times New Roman"/>
        <w:sz w:val="18"/>
      </w:rPr>
      <w:tab/>
      <w:t>Page</w:t>
    </w:r>
    <w:r w:rsidR="007A3788" w:rsidRPr="00031A94">
      <w:rPr>
        <w:rFonts w:ascii="Times New Roman" w:hAnsi="Times New Roman"/>
        <w:sz w:val="18"/>
      </w:rPr>
      <w:fldChar w:fldCharType="begin"/>
    </w:r>
    <w:r w:rsidR="007A3788" w:rsidRPr="00C93A3A">
      <w:rPr>
        <w:rFonts w:ascii="Times New Roman" w:hAnsi="Times New Roman"/>
        <w:sz w:val="18"/>
      </w:rPr>
      <w:instrText xml:space="preserve"> PAGE </w:instrText>
    </w:r>
    <w:r w:rsidR="007A3788" w:rsidRPr="00031A94">
      <w:rPr>
        <w:rFonts w:ascii="Times New Roman" w:hAnsi="Times New Roman"/>
        <w:sz w:val="18"/>
      </w:rPr>
      <w:fldChar w:fldCharType="separate"/>
    </w:r>
    <w:r w:rsidR="007A3788" w:rsidRPr="00C93A3A">
      <w:rPr>
        <w:rFonts w:ascii="Times New Roman" w:hAnsi="Times New Roman"/>
        <w:sz w:val="18"/>
      </w:rPr>
      <w:t>5</w:t>
    </w:r>
    <w:r w:rsidR="007A3788" w:rsidRPr="00031A94">
      <w:rPr>
        <w:rFonts w:ascii="Times New Roman" w:hAnsi="Times New Roman"/>
        <w:sz w:val="18"/>
      </w:rPr>
      <w:fldChar w:fldCharType="end"/>
    </w:r>
    <w:r w:rsidR="007A3788">
      <w:rPr>
        <w:rFonts w:ascii="Times New Roman" w:hAnsi="Times New Roman"/>
        <w:sz w:val="18"/>
      </w:rPr>
      <w:t xml:space="preserve"> on </w:t>
    </w:r>
    <w:r w:rsidR="007A3788" w:rsidRPr="00031A94">
      <w:rPr>
        <w:rFonts w:ascii="Times New Roman" w:hAnsi="Times New Roman"/>
        <w:sz w:val="18"/>
      </w:rPr>
      <w:fldChar w:fldCharType="begin"/>
    </w:r>
    <w:r w:rsidR="007A3788" w:rsidRPr="00C93A3A">
      <w:rPr>
        <w:rFonts w:ascii="Times New Roman" w:hAnsi="Times New Roman"/>
        <w:sz w:val="18"/>
      </w:rPr>
      <w:instrText xml:space="preserve"> NUMPAGES </w:instrText>
    </w:r>
    <w:r w:rsidR="007A3788" w:rsidRPr="00031A94">
      <w:rPr>
        <w:rFonts w:ascii="Times New Roman" w:hAnsi="Times New Roman"/>
        <w:sz w:val="18"/>
      </w:rPr>
      <w:fldChar w:fldCharType="separate"/>
    </w:r>
    <w:r w:rsidR="007A3788" w:rsidRPr="00C93A3A">
      <w:rPr>
        <w:rFonts w:ascii="Times New Roman" w:hAnsi="Times New Roman"/>
        <w:sz w:val="18"/>
      </w:rPr>
      <w:t>8</w:t>
    </w:r>
    <w:r w:rsidR="007A3788" w:rsidRPr="00031A94">
      <w:rPr>
        <w:rFonts w:ascii="Times New Roman" w:hAnsi="Times New Roman"/>
        <w:sz w:val="18"/>
      </w:rPr>
      <w:fldChar w:fldCharType="end"/>
    </w:r>
  </w:p>
  <w:p w14:paraId="3EC3E4D8" w14:textId="363D5736" w:rsidR="007A3788" w:rsidRPr="00C93A3A" w:rsidRDefault="007A3788" w:rsidP="002835F2">
    <w:pPr>
      <w:pStyle w:val="Pieddepage"/>
      <w:tabs>
        <w:tab w:val="right" w:pos="9356"/>
      </w:tabs>
      <w:rPr>
        <w:rFonts w:ascii="Times New Roman" w:hAnsi="Times New Roman"/>
      </w:rPr>
    </w:pPr>
    <w:r>
      <w:rPr>
        <w:rStyle w:val="Numrodepage"/>
        <w:rFonts w:ascii="Times New Roman" w:hAnsi="Times New Roman"/>
        <w:sz w:val="20"/>
      </w:rPr>
      <w:fldChar w:fldCharType="begin"/>
    </w:r>
    <w:r w:rsidRPr="00C93A3A">
      <w:rPr>
        <w:rStyle w:val="Numrodepage"/>
        <w:rFonts w:ascii="Times New Roman" w:hAnsi="Times New Roman"/>
        <w:sz w:val="20"/>
      </w:rPr>
      <w:instrText xml:space="preserve"> FILENAME   \* MERGEFORMAT </w:instrText>
    </w:r>
    <w:r>
      <w:rPr>
        <w:rStyle w:val="Numrodepage"/>
        <w:rFonts w:ascii="Times New Roman" w:hAnsi="Times New Roman"/>
        <w:sz w:val="20"/>
      </w:rPr>
      <w:fldChar w:fldCharType="separate"/>
    </w:r>
    <w:r w:rsidR="001726DE">
      <w:rPr>
        <w:rStyle w:val="Numrodepage"/>
        <w:rFonts w:ascii="Times New Roman" w:hAnsi="Times New Roman"/>
        <w:noProof/>
        <w:sz w:val="20"/>
      </w:rPr>
      <w:t>b8g_annex_iii_om_en.docx</w:t>
    </w:r>
    <w:r>
      <w:rPr>
        <w:rStyle w:val="Numrodepage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B58D3" w14:textId="26E3EB0B" w:rsidR="00F772E6" w:rsidRPr="00CB6D26" w:rsidRDefault="001726DE" w:rsidP="00CB6D26">
    <w:pPr>
      <w:pStyle w:val="Pieddepage"/>
      <w:tabs>
        <w:tab w:val="right" w:pos="14884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</w:rPr>
      <w:t>2025</w:t>
    </w:r>
    <w:r w:rsidR="0046082F">
      <w:rPr>
        <w:rFonts w:ascii="Times New Roman" w:hAnsi="Times New Roman"/>
        <w:sz w:val="18"/>
      </w:rPr>
      <w:tab/>
      <w:t>Page</w:t>
    </w:r>
    <w:r w:rsidR="00F772E6" w:rsidRPr="00031A94">
      <w:rPr>
        <w:rFonts w:ascii="Times New Roman" w:hAnsi="Times New Roman"/>
        <w:sz w:val="18"/>
      </w:rPr>
      <w:fldChar w:fldCharType="begin"/>
    </w:r>
    <w:r w:rsidR="00F772E6" w:rsidRPr="00C93A3A">
      <w:rPr>
        <w:rFonts w:ascii="Times New Roman" w:hAnsi="Times New Roman"/>
        <w:sz w:val="18"/>
      </w:rPr>
      <w:instrText xml:space="preserve"> PAGE </w:instrText>
    </w:r>
    <w:r w:rsidR="00F772E6" w:rsidRPr="00031A94">
      <w:rPr>
        <w:rFonts w:ascii="Times New Roman" w:hAnsi="Times New Roman"/>
        <w:sz w:val="18"/>
      </w:rPr>
      <w:fldChar w:fldCharType="separate"/>
    </w:r>
    <w:r w:rsidR="002908F5" w:rsidRPr="00C93A3A">
      <w:rPr>
        <w:rFonts w:ascii="Times New Roman" w:hAnsi="Times New Roman"/>
        <w:sz w:val="18"/>
      </w:rPr>
      <w:t>1</w:t>
    </w:r>
    <w:r w:rsidR="00F772E6" w:rsidRPr="00031A94">
      <w:rPr>
        <w:rFonts w:ascii="Times New Roman" w:hAnsi="Times New Roman"/>
        <w:sz w:val="18"/>
      </w:rPr>
      <w:fldChar w:fldCharType="end"/>
    </w:r>
    <w:r w:rsidR="0046082F">
      <w:rPr>
        <w:rFonts w:ascii="Times New Roman" w:hAnsi="Times New Roman"/>
        <w:sz w:val="18"/>
      </w:rPr>
      <w:t xml:space="preserve"> on </w:t>
    </w:r>
    <w:r w:rsidR="00F772E6" w:rsidRPr="00031A94">
      <w:rPr>
        <w:rFonts w:ascii="Times New Roman" w:hAnsi="Times New Roman"/>
        <w:sz w:val="18"/>
      </w:rPr>
      <w:fldChar w:fldCharType="begin"/>
    </w:r>
    <w:r w:rsidR="00F772E6" w:rsidRPr="00C93A3A">
      <w:rPr>
        <w:rFonts w:ascii="Times New Roman" w:hAnsi="Times New Roman"/>
        <w:sz w:val="18"/>
      </w:rPr>
      <w:instrText xml:space="preserve"> NUMPAGES </w:instrText>
    </w:r>
    <w:r w:rsidR="00F772E6" w:rsidRPr="00031A94">
      <w:rPr>
        <w:rFonts w:ascii="Times New Roman" w:hAnsi="Times New Roman"/>
        <w:sz w:val="18"/>
      </w:rPr>
      <w:fldChar w:fldCharType="separate"/>
    </w:r>
    <w:r w:rsidR="002908F5" w:rsidRPr="00C93A3A">
      <w:rPr>
        <w:rFonts w:ascii="Times New Roman" w:hAnsi="Times New Roman"/>
        <w:sz w:val="18"/>
      </w:rPr>
      <w:t>8</w:t>
    </w:r>
    <w:r w:rsidR="00F772E6" w:rsidRPr="00031A94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DF065" w14:textId="77777777" w:rsidR="006B5AEC" w:rsidRDefault="006B5AEC">
      <w:r>
        <w:separator/>
      </w:r>
    </w:p>
  </w:footnote>
  <w:footnote w:type="continuationSeparator" w:id="0">
    <w:p w14:paraId="75F9C466" w14:textId="77777777" w:rsidR="006B5AEC" w:rsidRDefault="006B5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4558B" w14:textId="7374830E" w:rsidR="002835F2" w:rsidRPr="005F11E3" w:rsidRDefault="002835F2">
    <w:pPr>
      <w:pStyle w:val="En-tte"/>
      <w:jc w:val="center"/>
      <w:rPr>
        <w:b/>
        <w:sz w:val="22"/>
        <w:szCs w:val="22"/>
      </w:rPr>
    </w:pPr>
    <w:r>
      <w:rPr>
        <w:b/>
        <w:sz w:val="22"/>
      </w:rPr>
      <w:t xml:space="preserve">Organisation and </w:t>
    </w:r>
    <w:proofErr w:type="spellStart"/>
    <w:r>
      <w:rPr>
        <w:b/>
        <w:sz w:val="22"/>
      </w:rPr>
      <w:t>methodology</w:t>
    </w:r>
    <w:proofErr w:type="spellEnd"/>
    <w:r>
      <w:rPr>
        <w:b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368"/>
      <w:gridCol w:w="3135"/>
    </w:tblGrid>
    <w:tr w:rsidR="16504E02" w14:paraId="692C39E8" w14:textId="77777777" w:rsidTr="16504E02">
      <w:trPr>
        <w:trHeight w:val="300"/>
      </w:trPr>
      <w:tc>
        <w:tcPr>
          <w:tcW w:w="3400" w:type="dxa"/>
        </w:tcPr>
        <w:p w14:paraId="5CCC54B6" w14:textId="55FE368B" w:rsidR="16504E02" w:rsidRDefault="16504E02" w:rsidP="16504E02">
          <w:pPr>
            <w:pStyle w:val="En-tte"/>
            <w:ind w:left="-115"/>
            <w:jc w:val="left"/>
          </w:pPr>
        </w:p>
      </w:tc>
      <w:tc>
        <w:tcPr>
          <w:tcW w:w="3400" w:type="dxa"/>
        </w:tcPr>
        <w:p w14:paraId="5E183721" w14:textId="5EDBF9BF" w:rsidR="16504E02" w:rsidRDefault="16504E02" w:rsidP="16504E02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32000C58" wp14:editId="4197943B">
                <wp:extent cx="1781175" cy="790575"/>
                <wp:effectExtent l="0" t="0" r="0" b="0"/>
                <wp:docPr id="384420481" name="draw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4420481" name="Picture 38442048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1175" cy="79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0" w:type="dxa"/>
        </w:tcPr>
        <w:p w14:paraId="7508CADE" w14:textId="23E8A808" w:rsidR="16504E02" w:rsidRDefault="16504E02" w:rsidP="16504E02">
          <w:pPr>
            <w:pStyle w:val="En-tte"/>
            <w:ind w:right="-115"/>
            <w:jc w:val="right"/>
          </w:pPr>
        </w:p>
      </w:tc>
    </w:tr>
  </w:tbl>
  <w:p w14:paraId="2D309373" w14:textId="3604A437" w:rsidR="16504E02" w:rsidRDefault="16504E02" w:rsidP="16504E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BE8D4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enum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8D540D"/>
    <w:multiLevelType w:val="hybridMultilevel"/>
    <w:tmpl w:val="55563528"/>
    <w:lvl w:ilvl="0" w:tplc="AE78B7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792ED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B8AC0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5CA4C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2E23A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866FE1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7D0FAC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3E42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12EA9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enum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3C2F005"/>
    <w:multiLevelType w:val="hybridMultilevel"/>
    <w:tmpl w:val="F3967AF6"/>
    <w:lvl w:ilvl="0" w:tplc="BCFEF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5C8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C8B8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2A4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400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CA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EA4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AB6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920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6C24C12"/>
    <w:lvl w:ilvl="0">
      <w:start w:val="1"/>
      <w:numFmt w:val="decimal"/>
      <w:pStyle w:val="Listenum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AFB6DC8"/>
    <w:multiLevelType w:val="singleLevel"/>
    <w:tmpl w:val="D97CFDF8"/>
    <w:lvl w:ilvl="0">
      <w:start w:val="1"/>
      <w:numFmt w:val="bullet"/>
      <w:pStyle w:val="Listepuce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3CF00E18"/>
    <w:multiLevelType w:val="singleLevel"/>
    <w:tmpl w:val="4E1A982C"/>
    <w:lvl w:ilvl="0">
      <w:start w:val="1"/>
      <w:numFmt w:val="bullet"/>
      <w:pStyle w:val="Listepuce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860A420"/>
    <w:lvl w:ilvl="0">
      <w:start w:val="1"/>
      <w:numFmt w:val="bullet"/>
      <w:pStyle w:val="Listepuce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A7B4BF1"/>
    <w:multiLevelType w:val="multilevel"/>
    <w:tmpl w:val="85D84176"/>
    <w:lvl w:ilvl="0">
      <w:start w:val="1"/>
      <w:numFmt w:val="decimal"/>
      <w:pStyle w:val="Titre1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DF118C0"/>
    <w:multiLevelType w:val="singleLevel"/>
    <w:tmpl w:val="B90C8B88"/>
    <w:lvl w:ilvl="0">
      <w:start w:val="1"/>
      <w:numFmt w:val="bullet"/>
      <w:pStyle w:val="Listepuce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1" w15:restartNumberingAfterBreak="0">
    <w:nsid w:val="722304D7"/>
    <w:multiLevelType w:val="multilevel"/>
    <w:tmpl w:val="9DE2758E"/>
    <w:lvl w:ilvl="0">
      <w:start w:val="1"/>
      <w:numFmt w:val="decimal"/>
      <w:pStyle w:val="Listenum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64D35D9"/>
    <w:multiLevelType w:val="hybridMultilevel"/>
    <w:tmpl w:val="6C3469FC"/>
    <w:lvl w:ilvl="0" w:tplc="12BE8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718254">
    <w:abstractNumId w:val="4"/>
  </w:num>
  <w:num w:numId="2" w16cid:durableId="1165323992">
    <w:abstractNumId w:val="6"/>
  </w:num>
  <w:num w:numId="3" w16cid:durableId="239290208">
    <w:abstractNumId w:val="18"/>
  </w:num>
  <w:num w:numId="4" w16cid:durableId="1111507247">
    <w:abstractNumId w:val="1"/>
  </w:num>
  <w:num w:numId="5" w16cid:durableId="716246781">
    <w:abstractNumId w:val="0"/>
  </w:num>
  <w:num w:numId="6" w16cid:durableId="496310377">
    <w:abstractNumId w:val="12"/>
  </w:num>
  <w:num w:numId="7" w16cid:durableId="1426416144">
    <w:abstractNumId w:val="7"/>
  </w:num>
  <w:num w:numId="8" w16cid:durableId="537396391">
    <w:abstractNumId w:val="11"/>
  </w:num>
  <w:num w:numId="9" w16cid:durableId="511260446">
    <w:abstractNumId w:val="17"/>
  </w:num>
  <w:num w:numId="10" w16cid:durableId="1668241924">
    <w:abstractNumId w:val="20"/>
  </w:num>
  <w:num w:numId="11" w16cid:durableId="342974298">
    <w:abstractNumId w:val="9"/>
  </w:num>
  <w:num w:numId="12" w16cid:durableId="669285956">
    <w:abstractNumId w:val="16"/>
  </w:num>
  <w:num w:numId="13" w16cid:durableId="1071196845">
    <w:abstractNumId w:val="15"/>
  </w:num>
  <w:num w:numId="14" w16cid:durableId="193347798">
    <w:abstractNumId w:val="13"/>
  </w:num>
  <w:num w:numId="15" w16cid:durableId="1515147643">
    <w:abstractNumId w:val="14"/>
  </w:num>
  <w:num w:numId="16" w16cid:durableId="1665745175">
    <w:abstractNumId w:val="5"/>
  </w:num>
  <w:num w:numId="17" w16cid:durableId="1142236674">
    <w:abstractNumId w:val="10"/>
  </w:num>
  <w:num w:numId="18" w16cid:durableId="539904033">
    <w:abstractNumId w:val="3"/>
  </w:num>
  <w:num w:numId="19" w16cid:durableId="486824516">
    <w:abstractNumId w:val="8"/>
  </w:num>
  <w:num w:numId="20" w16cid:durableId="696542111">
    <w:abstractNumId w:val="21"/>
  </w:num>
  <w:num w:numId="21" w16cid:durableId="1205945519">
    <w:abstractNumId w:val="2"/>
  </w:num>
  <w:num w:numId="22" w16cid:durableId="216628160">
    <w:abstractNumId w:val="2"/>
  </w:num>
  <w:num w:numId="23" w16cid:durableId="1942955063">
    <w:abstractNumId w:val="2"/>
  </w:num>
  <w:num w:numId="24" w16cid:durableId="130858855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16279"/>
    <w:rsid w:val="00021F15"/>
    <w:rsid w:val="000269E0"/>
    <w:rsid w:val="00030799"/>
    <w:rsid w:val="00031A94"/>
    <w:rsid w:val="00037001"/>
    <w:rsid w:val="0003706D"/>
    <w:rsid w:val="000432D0"/>
    <w:rsid w:val="00063204"/>
    <w:rsid w:val="000679C5"/>
    <w:rsid w:val="000750F3"/>
    <w:rsid w:val="0007532A"/>
    <w:rsid w:val="00076137"/>
    <w:rsid w:val="0009571C"/>
    <w:rsid w:val="000A066C"/>
    <w:rsid w:val="000C6584"/>
    <w:rsid w:val="000D0705"/>
    <w:rsid w:val="000E0F1A"/>
    <w:rsid w:val="000E3DC6"/>
    <w:rsid w:val="000F166B"/>
    <w:rsid w:val="000F50E0"/>
    <w:rsid w:val="00101989"/>
    <w:rsid w:val="00126550"/>
    <w:rsid w:val="00127727"/>
    <w:rsid w:val="00130407"/>
    <w:rsid w:val="00132167"/>
    <w:rsid w:val="001329B1"/>
    <w:rsid w:val="00136EAA"/>
    <w:rsid w:val="0014216C"/>
    <w:rsid w:val="00147432"/>
    <w:rsid w:val="00154159"/>
    <w:rsid w:val="001623D2"/>
    <w:rsid w:val="0016494B"/>
    <w:rsid w:val="0016625F"/>
    <w:rsid w:val="00167A24"/>
    <w:rsid w:val="00167B0D"/>
    <w:rsid w:val="001726DE"/>
    <w:rsid w:val="00174FAB"/>
    <w:rsid w:val="0018122F"/>
    <w:rsid w:val="0019570C"/>
    <w:rsid w:val="001A0914"/>
    <w:rsid w:val="001A7EA9"/>
    <w:rsid w:val="001B5A62"/>
    <w:rsid w:val="001C4D6C"/>
    <w:rsid w:val="001C668D"/>
    <w:rsid w:val="001E09E3"/>
    <w:rsid w:val="001E5D76"/>
    <w:rsid w:val="001F6435"/>
    <w:rsid w:val="001F6A61"/>
    <w:rsid w:val="00206CE9"/>
    <w:rsid w:val="00234B76"/>
    <w:rsid w:val="00237287"/>
    <w:rsid w:val="00251E0B"/>
    <w:rsid w:val="0025420F"/>
    <w:rsid w:val="0025571A"/>
    <w:rsid w:val="00275E8A"/>
    <w:rsid w:val="00277AA7"/>
    <w:rsid w:val="002835F2"/>
    <w:rsid w:val="002908F5"/>
    <w:rsid w:val="00291FB1"/>
    <w:rsid w:val="002A064A"/>
    <w:rsid w:val="002A1701"/>
    <w:rsid w:val="002B34EE"/>
    <w:rsid w:val="002C2318"/>
    <w:rsid w:val="002C4E2B"/>
    <w:rsid w:val="002C6943"/>
    <w:rsid w:val="002D2B8B"/>
    <w:rsid w:val="002F0F13"/>
    <w:rsid w:val="002F1EF7"/>
    <w:rsid w:val="002F317B"/>
    <w:rsid w:val="002F3934"/>
    <w:rsid w:val="002F4882"/>
    <w:rsid w:val="00305346"/>
    <w:rsid w:val="00306364"/>
    <w:rsid w:val="003101B3"/>
    <w:rsid w:val="0031688C"/>
    <w:rsid w:val="003173CE"/>
    <w:rsid w:val="0031744C"/>
    <w:rsid w:val="00321B3E"/>
    <w:rsid w:val="00324E36"/>
    <w:rsid w:val="003305D1"/>
    <w:rsid w:val="00331054"/>
    <w:rsid w:val="00336F94"/>
    <w:rsid w:val="0033787E"/>
    <w:rsid w:val="00343498"/>
    <w:rsid w:val="00344337"/>
    <w:rsid w:val="003502D2"/>
    <w:rsid w:val="003575D1"/>
    <w:rsid w:val="0036227B"/>
    <w:rsid w:val="00371056"/>
    <w:rsid w:val="003815B0"/>
    <w:rsid w:val="003824B8"/>
    <w:rsid w:val="00383D8C"/>
    <w:rsid w:val="0039470D"/>
    <w:rsid w:val="0039614B"/>
    <w:rsid w:val="003B25A1"/>
    <w:rsid w:val="003B371F"/>
    <w:rsid w:val="003C1E7B"/>
    <w:rsid w:val="003C39AF"/>
    <w:rsid w:val="003C6EA3"/>
    <w:rsid w:val="003D2BF5"/>
    <w:rsid w:val="003E7012"/>
    <w:rsid w:val="003E7D22"/>
    <w:rsid w:val="003F1630"/>
    <w:rsid w:val="003F3FAA"/>
    <w:rsid w:val="003F4E11"/>
    <w:rsid w:val="00400695"/>
    <w:rsid w:val="004039F1"/>
    <w:rsid w:val="0040693B"/>
    <w:rsid w:val="00416072"/>
    <w:rsid w:val="00451A17"/>
    <w:rsid w:val="00456514"/>
    <w:rsid w:val="004574BD"/>
    <w:rsid w:val="00457B66"/>
    <w:rsid w:val="0046082F"/>
    <w:rsid w:val="004715BC"/>
    <w:rsid w:val="0048536B"/>
    <w:rsid w:val="00491EEE"/>
    <w:rsid w:val="00495273"/>
    <w:rsid w:val="004A402C"/>
    <w:rsid w:val="004C3611"/>
    <w:rsid w:val="004C79A5"/>
    <w:rsid w:val="00502823"/>
    <w:rsid w:val="005155D9"/>
    <w:rsid w:val="005241C2"/>
    <w:rsid w:val="00541D43"/>
    <w:rsid w:val="0055528E"/>
    <w:rsid w:val="005625DF"/>
    <w:rsid w:val="00563D92"/>
    <w:rsid w:val="005856B8"/>
    <w:rsid w:val="00590777"/>
    <w:rsid w:val="005C3252"/>
    <w:rsid w:val="005D736F"/>
    <w:rsid w:val="005E5DB4"/>
    <w:rsid w:val="005F11E3"/>
    <w:rsid w:val="0061215D"/>
    <w:rsid w:val="00614141"/>
    <w:rsid w:val="006227A6"/>
    <w:rsid w:val="00623921"/>
    <w:rsid w:val="00633D6E"/>
    <w:rsid w:val="00640856"/>
    <w:rsid w:val="00647228"/>
    <w:rsid w:val="00651A74"/>
    <w:rsid w:val="006525C2"/>
    <w:rsid w:val="00664BCB"/>
    <w:rsid w:val="00670589"/>
    <w:rsid w:val="00672F49"/>
    <w:rsid w:val="00677A4F"/>
    <w:rsid w:val="0068162C"/>
    <w:rsid w:val="00681B9A"/>
    <w:rsid w:val="00682573"/>
    <w:rsid w:val="0068419D"/>
    <w:rsid w:val="006A74A4"/>
    <w:rsid w:val="006B07D9"/>
    <w:rsid w:val="006B5AEC"/>
    <w:rsid w:val="006B7026"/>
    <w:rsid w:val="006B7B64"/>
    <w:rsid w:val="006C12E9"/>
    <w:rsid w:val="006C5CE7"/>
    <w:rsid w:val="006C7634"/>
    <w:rsid w:val="006D0F1B"/>
    <w:rsid w:val="006E5FFD"/>
    <w:rsid w:val="006F6B4E"/>
    <w:rsid w:val="00717A28"/>
    <w:rsid w:val="0073308A"/>
    <w:rsid w:val="00744195"/>
    <w:rsid w:val="00754F33"/>
    <w:rsid w:val="007578A7"/>
    <w:rsid w:val="00767402"/>
    <w:rsid w:val="007739AC"/>
    <w:rsid w:val="0077498F"/>
    <w:rsid w:val="007775F1"/>
    <w:rsid w:val="00785E2A"/>
    <w:rsid w:val="00793804"/>
    <w:rsid w:val="007A3788"/>
    <w:rsid w:val="007A5D57"/>
    <w:rsid w:val="007B3EE4"/>
    <w:rsid w:val="007B4BC7"/>
    <w:rsid w:val="007B5F9F"/>
    <w:rsid w:val="007E5A6A"/>
    <w:rsid w:val="007E6993"/>
    <w:rsid w:val="007F7A8E"/>
    <w:rsid w:val="008001EA"/>
    <w:rsid w:val="00800DA4"/>
    <w:rsid w:val="00801FF2"/>
    <w:rsid w:val="00810164"/>
    <w:rsid w:val="00813B9F"/>
    <w:rsid w:val="008149A9"/>
    <w:rsid w:val="00822909"/>
    <w:rsid w:val="008416DC"/>
    <w:rsid w:val="0084559F"/>
    <w:rsid w:val="00857286"/>
    <w:rsid w:val="008576D6"/>
    <w:rsid w:val="00861A3C"/>
    <w:rsid w:val="008658C3"/>
    <w:rsid w:val="00866543"/>
    <w:rsid w:val="00871E7A"/>
    <w:rsid w:val="00883881"/>
    <w:rsid w:val="008842BE"/>
    <w:rsid w:val="00892C8E"/>
    <w:rsid w:val="00895761"/>
    <w:rsid w:val="00896BE1"/>
    <w:rsid w:val="008A22EF"/>
    <w:rsid w:val="008A6334"/>
    <w:rsid w:val="008B639A"/>
    <w:rsid w:val="008C62D9"/>
    <w:rsid w:val="008D5F8C"/>
    <w:rsid w:val="008E0A75"/>
    <w:rsid w:val="008E56BB"/>
    <w:rsid w:val="008E5FE5"/>
    <w:rsid w:val="00915EC7"/>
    <w:rsid w:val="00921CBD"/>
    <w:rsid w:val="009249A4"/>
    <w:rsid w:val="009264E2"/>
    <w:rsid w:val="00930BE9"/>
    <w:rsid w:val="00935267"/>
    <w:rsid w:val="00940FFF"/>
    <w:rsid w:val="009540A9"/>
    <w:rsid w:val="0097219D"/>
    <w:rsid w:val="009772B6"/>
    <w:rsid w:val="009952DC"/>
    <w:rsid w:val="009A3832"/>
    <w:rsid w:val="009A47E4"/>
    <w:rsid w:val="009B108C"/>
    <w:rsid w:val="009B68E2"/>
    <w:rsid w:val="009D1325"/>
    <w:rsid w:val="009E1BE5"/>
    <w:rsid w:val="009F7790"/>
    <w:rsid w:val="00A01C8C"/>
    <w:rsid w:val="00A16E59"/>
    <w:rsid w:val="00A24090"/>
    <w:rsid w:val="00A24650"/>
    <w:rsid w:val="00A336B6"/>
    <w:rsid w:val="00A33DEE"/>
    <w:rsid w:val="00A37B36"/>
    <w:rsid w:val="00A445F1"/>
    <w:rsid w:val="00A44837"/>
    <w:rsid w:val="00A55EA1"/>
    <w:rsid w:val="00A6286F"/>
    <w:rsid w:val="00A63D76"/>
    <w:rsid w:val="00A71CE8"/>
    <w:rsid w:val="00A7313B"/>
    <w:rsid w:val="00A90A58"/>
    <w:rsid w:val="00A94A6A"/>
    <w:rsid w:val="00AB143F"/>
    <w:rsid w:val="00AB43A7"/>
    <w:rsid w:val="00AB7E7C"/>
    <w:rsid w:val="00AC5C06"/>
    <w:rsid w:val="00AD0410"/>
    <w:rsid w:val="00AE543D"/>
    <w:rsid w:val="00AE7BEF"/>
    <w:rsid w:val="00B00FC1"/>
    <w:rsid w:val="00B01B67"/>
    <w:rsid w:val="00B01CCA"/>
    <w:rsid w:val="00B16452"/>
    <w:rsid w:val="00B22539"/>
    <w:rsid w:val="00B47460"/>
    <w:rsid w:val="00B52118"/>
    <w:rsid w:val="00B629BC"/>
    <w:rsid w:val="00B82FC5"/>
    <w:rsid w:val="00BB6C49"/>
    <w:rsid w:val="00BD1188"/>
    <w:rsid w:val="00BD266C"/>
    <w:rsid w:val="00BE12E1"/>
    <w:rsid w:val="00BF5D08"/>
    <w:rsid w:val="00BF5F64"/>
    <w:rsid w:val="00BF7421"/>
    <w:rsid w:val="00C00781"/>
    <w:rsid w:val="00C17711"/>
    <w:rsid w:val="00C37030"/>
    <w:rsid w:val="00C429B3"/>
    <w:rsid w:val="00C531D8"/>
    <w:rsid w:val="00C64AD9"/>
    <w:rsid w:val="00C856FB"/>
    <w:rsid w:val="00C8694A"/>
    <w:rsid w:val="00C93A3A"/>
    <w:rsid w:val="00C94E6A"/>
    <w:rsid w:val="00C962F9"/>
    <w:rsid w:val="00CA5AB1"/>
    <w:rsid w:val="00CB6D26"/>
    <w:rsid w:val="00CE24D4"/>
    <w:rsid w:val="00CE25E7"/>
    <w:rsid w:val="00CE4DEE"/>
    <w:rsid w:val="00CF0C08"/>
    <w:rsid w:val="00D034D6"/>
    <w:rsid w:val="00D05A98"/>
    <w:rsid w:val="00D05AC1"/>
    <w:rsid w:val="00D407D1"/>
    <w:rsid w:val="00D42A2E"/>
    <w:rsid w:val="00D5088F"/>
    <w:rsid w:val="00D53F22"/>
    <w:rsid w:val="00D55137"/>
    <w:rsid w:val="00D56D38"/>
    <w:rsid w:val="00D62433"/>
    <w:rsid w:val="00D748C3"/>
    <w:rsid w:val="00D773D0"/>
    <w:rsid w:val="00D864C4"/>
    <w:rsid w:val="00D868F0"/>
    <w:rsid w:val="00DA694A"/>
    <w:rsid w:val="00DB48A3"/>
    <w:rsid w:val="00DC606C"/>
    <w:rsid w:val="00DD02B5"/>
    <w:rsid w:val="00DF3B38"/>
    <w:rsid w:val="00E01CAF"/>
    <w:rsid w:val="00E113D8"/>
    <w:rsid w:val="00E16890"/>
    <w:rsid w:val="00E402A7"/>
    <w:rsid w:val="00E4289B"/>
    <w:rsid w:val="00E47C5A"/>
    <w:rsid w:val="00E51539"/>
    <w:rsid w:val="00E650AD"/>
    <w:rsid w:val="00E65A0D"/>
    <w:rsid w:val="00E71FBA"/>
    <w:rsid w:val="00E7324C"/>
    <w:rsid w:val="00E738B6"/>
    <w:rsid w:val="00E76586"/>
    <w:rsid w:val="00E93650"/>
    <w:rsid w:val="00EB44B4"/>
    <w:rsid w:val="00EC5E97"/>
    <w:rsid w:val="00ED0F2A"/>
    <w:rsid w:val="00ED6088"/>
    <w:rsid w:val="00EF4535"/>
    <w:rsid w:val="00F11A37"/>
    <w:rsid w:val="00F12D92"/>
    <w:rsid w:val="00F16E45"/>
    <w:rsid w:val="00F2545F"/>
    <w:rsid w:val="00F309E9"/>
    <w:rsid w:val="00F35CF9"/>
    <w:rsid w:val="00F41B25"/>
    <w:rsid w:val="00F42C27"/>
    <w:rsid w:val="00F44728"/>
    <w:rsid w:val="00F5480A"/>
    <w:rsid w:val="00F65068"/>
    <w:rsid w:val="00F66825"/>
    <w:rsid w:val="00F772E6"/>
    <w:rsid w:val="00F92F13"/>
    <w:rsid w:val="00F959F8"/>
    <w:rsid w:val="00F9763E"/>
    <w:rsid w:val="00FA1835"/>
    <w:rsid w:val="00FA4390"/>
    <w:rsid w:val="00FA6BE5"/>
    <w:rsid w:val="00FB0909"/>
    <w:rsid w:val="00FC6F00"/>
    <w:rsid w:val="00FD28B4"/>
    <w:rsid w:val="00FE17CA"/>
    <w:rsid w:val="00FE68BA"/>
    <w:rsid w:val="00FE6C88"/>
    <w:rsid w:val="00FF1EFA"/>
    <w:rsid w:val="00FF4885"/>
    <w:rsid w:val="016E8147"/>
    <w:rsid w:val="16504E02"/>
    <w:rsid w:val="315B5BA4"/>
    <w:rsid w:val="341D87F8"/>
    <w:rsid w:val="3ABD36D8"/>
    <w:rsid w:val="40DCECBF"/>
    <w:rsid w:val="516B8DAA"/>
    <w:rsid w:val="518982AA"/>
    <w:rsid w:val="546E749E"/>
    <w:rsid w:val="5EDE94CF"/>
    <w:rsid w:val="64628791"/>
    <w:rsid w:val="6B19B324"/>
    <w:rsid w:val="6E9A369F"/>
    <w:rsid w:val="7DA4A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F4CE6"/>
  <w15:chartTrackingRefBased/>
  <w15:docId w15:val="{296F062A-2355-4E6E-AF31-62963BF7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GB"/>
    </w:rPr>
  </w:style>
  <w:style w:type="paragraph" w:styleId="Titre1">
    <w:name w:val="heading 1"/>
    <w:basedOn w:val="Normal"/>
    <w:next w:val="Text1"/>
    <w:link w:val="Titre1Car"/>
    <w:qFormat/>
    <w:pPr>
      <w:keepNext/>
      <w:numPr>
        <w:numId w:val="3"/>
      </w:numPr>
      <w:spacing w:before="240"/>
      <w:ind w:left="482" w:hanging="482"/>
      <w:outlineLvl w:val="0"/>
    </w:pPr>
    <w:rPr>
      <w:b/>
      <w:smallCaps/>
      <w:kern w:val="28"/>
    </w:rPr>
  </w:style>
  <w:style w:type="paragraph" w:styleId="Titre2">
    <w:name w:val="heading 2"/>
    <w:basedOn w:val="Normal"/>
    <w:next w:val="Text2"/>
    <w:qFormat/>
    <w:pPr>
      <w:keepNext/>
      <w:numPr>
        <w:ilvl w:val="1"/>
        <w:numId w:val="3"/>
      </w:numPr>
      <w:tabs>
        <w:tab w:val="clear" w:pos="1200"/>
      </w:tabs>
      <w:ind w:left="1202"/>
      <w:outlineLvl w:val="1"/>
    </w:pPr>
    <w:rPr>
      <w:b/>
    </w:rPr>
  </w:style>
  <w:style w:type="paragraph" w:styleId="Titre3">
    <w:name w:val="heading 3"/>
    <w:basedOn w:val="Normal"/>
    <w:next w:val="Text3"/>
    <w:qFormat/>
    <w:pPr>
      <w:keepNext/>
      <w:numPr>
        <w:ilvl w:val="2"/>
        <w:numId w:val="3"/>
      </w:numPr>
      <w:tabs>
        <w:tab w:val="clear" w:pos="1920"/>
      </w:tabs>
      <w:ind w:left="1984" w:hanging="782"/>
      <w:outlineLvl w:val="2"/>
    </w:pPr>
    <w:rPr>
      <w:i/>
    </w:rPr>
  </w:style>
  <w:style w:type="paragraph" w:styleId="Titre4">
    <w:name w:val="heading 4"/>
    <w:basedOn w:val="Normal"/>
    <w:next w:val="Text4"/>
    <w:qFormat/>
    <w:pPr>
      <w:keepNext/>
      <w:numPr>
        <w:ilvl w:val="3"/>
        <w:numId w:val="3"/>
      </w:numPr>
      <w:tabs>
        <w:tab w:val="clear" w:pos="1920"/>
      </w:tabs>
      <w:ind w:left="1984" w:hanging="782"/>
      <w:outlineLvl w:val="3"/>
    </w:pPr>
  </w:style>
  <w:style w:type="paragraph" w:styleId="Titre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</w:rPr>
  </w:style>
  <w:style w:type="paragraph" w:styleId="Retrait1religne">
    <w:name w:val="Body Text First Indent"/>
    <w:basedOn w:val="Corpsdetexte"/>
    <w:pPr>
      <w:ind w:firstLine="210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itre1"/>
    <w:pPr>
      <w:keepNext/>
      <w:spacing w:after="480"/>
      <w:jc w:val="center"/>
    </w:pPr>
    <w:rPr>
      <w:b/>
      <w:smallCaps/>
      <w:sz w:val="28"/>
    </w:rPr>
  </w:style>
  <w:style w:type="paragraph" w:styleId="Formuledepolitesse">
    <w:name w:val="Closing"/>
    <w:basedOn w:val="Normal"/>
    <w:pPr>
      <w:ind w:left="4252"/>
    </w:pPr>
  </w:style>
  <w:style w:type="paragraph" w:styleId="Commentaire">
    <w:name w:val="annotation text"/>
    <w:basedOn w:val="Normal"/>
    <w:link w:val="CommentaireC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Notedefin">
    <w:name w:val="endnote text"/>
    <w:basedOn w:val="Normal"/>
    <w:semiHidden/>
    <w:rPr>
      <w:sz w:val="20"/>
    </w:rPr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Adresseexpditeur">
    <w:name w:val="envelope return"/>
    <w:basedOn w:val="Normal"/>
    <w:pPr>
      <w:spacing w:after="0"/>
    </w:pPr>
    <w:rPr>
      <w:sz w:val="20"/>
    </w:rPr>
  </w:style>
  <w:style w:type="paragraph" w:styleId="Pieddepage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Notedebasdepage">
    <w:name w:val="footnote text"/>
    <w:basedOn w:val="Normal"/>
    <w:semiHidden/>
    <w:pPr>
      <w:ind w:left="357" w:hanging="357"/>
    </w:pPr>
    <w:rPr>
      <w:sz w:val="20"/>
    </w:rPr>
  </w:style>
  <w:style w:type="paragraph" w:styleId="En-tte">
    <w:name w:val="header"/>
    <w:basedOn w:val="Normal"/>
    <w:link w:val="En-tteCar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Titreindex">
    <w:name w:val="index heading"/>
    <w:basedOn w:val="Normal"/>
    <w:next w:val="Index1"/>
    <w:semiHidden/>
    <w:rPr>
      <w:rFonts w:ascii="Arial" w:hAnsi="Arial"/>
      <w:b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rsid w:val="00A71CE8"/>
    <w:pPr>
      <w:numPr>
        <w:numId w:val="6"/>
      </w:numPr>
    </w:pPr>
    <w:rPr>
      <w:lang w:eastAsia="en-US"/>
    </w:rPr>
  </w:style>
  <w:style w:type="paragraph" w:styleId="Listepuces2">
    <w:name w:val="List Bullet 2"/>
    <w:basedOn w:val="Text2"/>
    <w:rsid w:val="00A71CE8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epuces3">
    <w:name w:val="List Bullet 3"/>
    <w:basedOn w:val="Text3"/>
    <w:rsid w:val="00A71CE8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epuces4">
    <w:name w:val="List Bullet 4"/>
    <w:basedOn w:val="Text4"/>
    <w:rsid w:val="00A71CE8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epuces5">
    <w:name w:val="List Bullet 5"/>
    <w:basedOn w:val="Normal"/>
    <w:autoRedefine/>
    <w:pPr>
      <w:numPr>
        <w:numId w:val="4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rsid w:val="00A71CE8"/>
    <w:pPr>
      <w:numPr>
        <w:numId w:val="16"/>
      </w:numPr>
    </w:pPr>
    <w:rPr>
      <w:lang w:eastAsia="en-US"/>
    </w:rPr>
  </w:style>
  <w:style w:type="paragraph" w:styleId="Listenumros2">
    <w:name w:val="List Number 2"/>
    <w:basedOn w:val="Text2"/>
    <w:rsid w:val="00A71CE8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enumros3">
    <w:name w:val="List Number 3"/>
    <w:basedOn w:val="Text3"/>
    <w:rsid w:val="00A71CE8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enumros4">
    <w:name w:val="List Number 4"/>
    <w:basedOn w:val="Text4"/>
    <w:rsid w:val="00A71CE8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enumros5">
    <w:name w:val="List Number 5"/>
    <w:basedOn w:val="Normal"/>
    <w:pPr>
      <w:numPr>
        <w:numId w:val="5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GB"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itre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Titre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itre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itre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ebrut">
    <w:name w:val="Plain Text"/>
    <w:basedOn w:val="Normal"/>
    <w:rPr>
      <w:rFonts w:ascii="Courier New" w:hAnsi="Courier New"/>
      <w:sz w:val="20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itr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itreTR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M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M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M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M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M5">
    <w:name w:val="toc 5"/>
    <w:basedOn w:val="Normal"/>
    <w:next w:val="Normal"/>
    <w:semiHidden/>
    <w:rsid w:val="00A71CE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Appelnotedebasdep">
    <w:name w:val="footnote reference"/>
    <w:aliases w:val=" BVI fnr,BVI fnr,EN Footnote Reference,-E Fußnotenzeichen,Footnote,Footnote symbol,Footnote number,Footnote Reference Number,Footnote reference number,Times 10 Point,Exposant 3 Point,Footnote Reference Superscript,ftre"/>
    <w:uiPriority w:val="99"/>
    <w:rPr>
      <w:rFonts w:ascii="TimesNewRomanPS" w:hAnsi="TimesNewRomanPS"/>
      <w:position w:val="6"/>
      <w:sz w:val="16"/>
    </w:rPr>
  </w:style>
  <w:style w:type="character" w:styleId="Numrodepage">
    <w:name w:val="page number"/>
    <w:basedOn w:val="Policepardfau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Titre1"/>
    <w:next w:val="Normal"/>
    <w:autoRedefine/>
    <w:rsid w:val="00C93A3A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Lienhypertexte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A71CE8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A71CE8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A71CE8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A71CE8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A71CE8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A71CE8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A71CE8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A71CE8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A71CE8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A71CE8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A71CE8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A71CE8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A71CE8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A71CE8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A71CE8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A71CE8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A71CE8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A71CE8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A71CE8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A71CE8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A71CE8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A71CE8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A71CE8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En-ttedetabledesmatires">
    <w:name w:val="TOC Heading"/>
    <w:basedOn w:val="Normal"/>
    <w:next w:val="Normal"/>
    <w:qFormat/>
    <w:rsid w:val="00A71CE8"/>
    <w:pPr>
      <w:keepNext/>
      <w:spacing w:before="240"/>
      <w:jc w:val="center"/>
    </w:pPr>
    <w:rPr>
      <w:b/>
      <w:lang w:eastAsia="en-US"/>
    </w:rPr>
  </w:style>
  <w:style w:type="character" w:styleId="Lienhypertextesuivivisit">
    <w:name w:val="FollowedHyperlink"/>
    <w:rsid w:val="00793804"/>
    <w:rPr>
      <w:color w:val="606420"/>
      <w:u w:val="single"/>
    </w:rPr>
  </w:style>
  <w:style w:type="paragraph" w:styleId="Textedebulles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541D43"/>
    <w:rPr>
      <w:b/>
      <w:smallCaps/>
      <w:kern w:val="28"/>
      <w:sz w:val="24"/>
    </w:rPr>
  </w:style>
  <w:style w:type="paragraph" w:styleId="Paragraphedeliste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vision">
    <w:name w:val="Revision"/>
    <w:hidden/>
    <w:uiPriority w:val="99"/>
    <w:semiHidden/>
    <w:rsid w:val="00677A4F"/>
    <w:rPr>
      <w:sz w:val="24"/>
      <w:lang w:eastAsia="en-GB"/>
    </w:rPr>
  </w:style>
  <w:style w:type="paragraph" w:customStyle="1" w:styleId="Default">
    <w:name w:val="Default"/>
    <w:rsid w:val="005155D9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character" w:styleId="Marquedecommentaire">
    <w:name w:val="annotation reference"/>
    <w:uiPriority w:val="99"/>
    <w:unhideWhenUsed/>
    <w:rsid w:val="005155D9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rsid w:val="005155D9"/>
  </w:style>
  <w:style w:type="character" w:styleId="lev">
    <w:name w:val="Strong"/>
    <w:uiPriority w:val="22"/>
    <w:qFormat/>
    <w:rsid w:val="006E5FFD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82573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682573"/>
    <w:rPr>
      <w:b/>
      <w:bCs/>
    </w:rPr>
  </w:style>
  <w:style w:type="character" w:customStyle="1" w:styleId="En-tteCar">
    <w:name w:val="En-tête Car"/>
    <w:link w:val="En-tte"/>
    <w:rsid w:val="002835F2"/>
    <w:rPr>
      <w:sz w:val="24"/>
      <w:lang w:val="fr-FR" w:eastAsia="en-GB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6e07a4-fcbf-4519-a724-e1cf352001a9">
      <Terms xmlns="http://schemas.microsoft.com/office/infopath/2007/PartnerControls"/>
    </lcf76f155ced4ddcb4097134ff3c332f>
    <TaxCatchAll xmlns="44e50206-e064-400f-b61e-a31740d9f0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992995ADB7C94D8D55F23FD2B08E8D" ma:contentTypeVersion="11" ma:contentTypeDescription="Crée un document." ma:contentTypeScope="" ma:versionID="4dda6ce187f7ab7b1bb138cf8bb1a11a">
  <xsd:schema xmlns:xsd="http://www.w3.org/2001/XMLSchema" xmlns:xs="http://www.w3.org/2001/XMLSchema" xmlns:p="http://schemas.microsoft.com/office/2006/metadata/properties" xmlns:ns2="566e07a4-fcbf-4519-a724-e1cf352001a9" xmlns:ns3="44e50206-e064-400f-b61e-a31740d9f00f" targetNamespace="http://schemas.microsoft.com/office/2006/metadata/properties" ma:root="true" ma:fieldsID="a8c45e3468bd5dfec1ea75b3428037c9" ns2:_="" ns3:_="">
    <xsd:import namespace="566e07a4-fcbf-4519-a724-e1cf352001a9"/>
    <xsd:import namespace="44e50206-e064-400f-b61e-a31740d9f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e07a4-fcbf-4519-a724-e1cf352001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bdd48ba-ceeb-45d6-8956-5b04438b1d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50206-e064-400f-b61e-a31740d9f0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a9d05e-a462-456b-a69f-f1012bffd5e8}" ma:internalName="TaxCatchAll" ma:showField="CatchAllData" ma:web="44e50206-e064-400f-b61e-a31740d9f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33849-A405-428D-A544-86BAC2E5F2EF}">
  <ds:schemaRefs>
    <ds:schemaRef ds:uri="http://schemas.microsoft.com/office/2006/metadata/properties"/>
    <ds:schemaRef ds:uri="http://schemas.microsoft.com/office/infopath/2007/PartnerControls"/>
    <ds:schemaRef ds:uri="566e07a4-fcbf-4519-a724-e1cf352001a9"/>
    <ds:schemaRef ds:uri="44e50206-e064-400f-b61e-a31740d9f00f"/>
  </ds:schemaRefs>
</ds:datastoreItem>
</file>

<file path=customXml/itemProps2.xml><?xml version="1.0" encoding="utf-8"?>
<ds:datastoreItem xmlns:ds="http://schemas.openxmlformats.org/officeDocument/2006/customXml" ds:itemID="{6D8249ED-9218-4A7F-8052-9DD481E2E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1DAB3-DE10-4B19-964A-9A25BCD39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47D47D-220F-4FB5-9153-A780E0147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6e07a4-fcbf-4519-a724-e1cf352001a9"/>
    <ds:schemaRef ds:uri="44e50206-e064-400f-b61e-a31740d9f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</TotalTime>
  <Pages>1</Pages>
  <Words>237</Words>
  <Characters>1304</Characters>
  <Application>Microsoft Office Word</Application>
  <DocSecurity>0</DocSecurity>
  <Lines>10</Lines>
  <Paragraphs>3</Paragraphs>
  <ScaleCrop>false</ScaleCrop>
  <Company>XXXXXXX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XXXXXXX</dc:creator>
  <cp:keywords>EL3, docId:1E43FF435D89CB044D8EE5650CD80898</cp:keywords>
  <cp:lastModifiedBy>Solène GASNIER DEFAUX</cp:lastModifiedBy>
  <cp:revision>5</cp:revision>
  <cp:lastPrinted>2012-09-26T12:20:00Z</cp:lastPrinted>
  <dcterms:created xsi:type="dcterms:W3CDTF">2026-01-14T15:51:00Z</dcterms:created>
  <dcterms:modified xsi:type="dcterms:W3CDTF">2026-02-26T14:49:00Z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  <property fmtid="{D5CDD505-2E9C-101B-9397-08002B2CF9AE}" pid="8" name="ELDocType">
    <vt:lpwstr>REP.DOT</vt:lpwstr>
  </property>
  <property fmtid="{D5CDD505-2E9C-101B-9397-08002B2CF9AE}" pid="9" name="_DocHome">
    <vt:i4>99063350</vt:i4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2023-10-27T18:45:45Z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c2c7b524-5f00-47b4-a41f-664d6567a42d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ContentTypeId">
    <vt:lpwstr>0x01010096992995ADB7C94D8D55F23FD2B08E8D</vt:lpwstr>
  </property>
  <property fmtid="{D5CDD505-2E9C-101B-9397-08002B2CF9AE}" pid="18" name="MediaServiceImageTags">
    <vt:lpwstr/>
  </property>
</Properties>
</file>